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57584400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Pr="00160D1C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160D1C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160D1C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160D1C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160D1C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160D1C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160D1C" w14:paraId="13112B1D" w14:textId="77777777" w:rsidTr="00D2617F">
        <w:tc>
          <w:tcPr>
            <w:tcW w:w="4928" w:type="dxa"/>
          </w:tcPr>
          <w:p w14:paraId="7D9E40C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160D1C" w14:paraId="53171849" w14:textId="77777777" w:rsidTr="00D2617F">
        <w:tc>
          <w:tcPr>
            <w:tcW w:w="4928" w:type="dxa"/>
          </w:tcPr>
          <w:p w14:paraId="14AFC03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160D1C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160D1C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160D1C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160D1C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5464CA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5464CA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4BAD768C" w:rsidR="00712888" w:rsidRPr="005464CA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 w:rsidRPr="005464CA">
        <w:rPr>
          <w:rFonts w:ascii="Times New Roman" w:hAnsi="Times New Roman" w:cs="Times New Roman"/>
          <w:b/>
          <w:sz w:val="24"/>
        </w:rPr>
        <w:t xml:space="preserve">1. </w:t>
      </w:r>
      <w:r w:rsidRPr="005464CA">
        <w:rPr>
          <w:rFonts w:ascii="Times New Roman" w:hAnsi="Times New Roman" w:cs="Times New Roman"/>
          <w:sz w:val="24"/>
        </w:rPr>
        <w:t>Esta proposta é baseada nas condições estabelecidas n</w:t>
      </w:r>
      <w:r w:rsidR="00160D1C" w:rsidRPr="005464CA">
        <w:rPr>
          <w:rFonts w:ascii="Times New Roman" w:hAnsi="Times New Roman" w:cs="Times New Roman"/>
          <w:sz w:val="24"/>
        </w:rPr>
        <w:t>a</w:t>
      </w:r>
      <w:r w:rsidRPr="005464CA">
        <w:rPr>
          <w:rFonts w:ascii="Times New Roman" w:hAnsi="Times New Roman" w:cs="Times New Roman"/>
          <w:sz w:val="24"/>
        </w:rPr>
        <w:t xml:space="preserve"> </w:t>
      </w:r>
      <w:r w:rsidR="00160D1C" w:rsidRPr="005464CA">
        <w:rPr>
          <w:rFonts w:ascii="Times New Roman" w:hAnsi="Times New Roman" w:cs="Times New Roman"/>
          <w:b/>
          <w:sz w:val="24"/>
        </w:rPr>
        <w:t>Dispensa Eletrônica</w:t>
      </w:r>
      <w:r w:rsidRPr="005464CA">
        <w:rPr>
          <w:rFonts w:ascii="Times New Roman" w:hAnsi="Times New Roman" w:cs="Times New Roman"/>
          <w:b/>
          <w:sz w:val="24"/>
        </w:rPr>
        <w:t xml:space="preserve"> nº 900</w:t>
      </w:r>
      <w:r w:rsidRPr="005464CA">
        <w:rPr>
          <w:rFonts w:ascii="Times New Roman" w:hAnsi="Times New Roman" w:cs="Times New Roman"/>
          <w:b/>
          <w:sz w:val="24"/>
          <w:highlight w:val="yellow"/>
        </w:rPr>
        <w:t>XX</w:t>
      </w:r>
      <w:r w:rsidRPr="005464CA">
        <w:rPr>
          <w:rFonts w:ascii="Times New Roman" w:hAnsi="Times New Roman" w:cs="Times New Roman"/>
          <w:b/>
          <w:sz w:val="24"/>
        </w:rPr>
        <w:t>/202</w:t>
      </w:r>
      <w:r w:rsidR="00BE7836" w:rsidRPr="005464CA">
        <w:rPr>
          <w:rFonts w:ascii="Times New Roman" w:hAnsi="Times New Roman" w:cs="Times New Roman"/>
          <w:b/>
          <w:sz w:val="24"/>
        </w:rPr>
        <w:t>5</w:t>
      </w:r>
      <w:r w:rsidRPr="005464CA">
        <w:rPr>
          <w:rFonts w:ascii="Times New Roman" w:hAnsi="Times New Roman" w:cs="Times New Roman"/>
          <w:b/>
          <w:sz w:val="24"/>
        </w:rPr>
        <w:t>,</w:t>
      </w:r>
      <w:r w:rsidRPr="005464CA">
        <w:rPr>
          <w:rFonts w:ascii="Times New Roman" w:hAnsi="Times New Roman" w:cs="Times New Roman"/>
          <w:sz w:val="24"/>
        </w:rPr>
        <w:t xml:space="preserve"> </w:t>
      </w:r>
      <w:r w:rsidRPr="005464CA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5464CA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5464CA">
        <w:rPr>
          <w:rFonts w:ascii="Times New Roman" w:hAnsi="Times New Roman" w:cs="Times New Roman"/>
          <w:bCs/>
          <w:sz w:val="24"/>
        </w:rPr>
        <w:t xml:space="preserve">, </w:t>
      </w:r>
      <w:r w:rsidRPr="005464CA">
        <w:rPr>
          <w:rFonts w:ascii="Times New Roman" w:hAnsi="Times New Roman" w:cs="Times New Roman"/>
          <w:sz w:val="24"/>
        </w:rPr>
        <w:t xml:space="preserve">cujo objeto é a </w:t>
      </w:r>
      <w:r w:rsidR="005464CA" w:rsidRPr="005464CA">
        <w:rPr>
          <w:rFonts w:ascii="Times New Roman" w:hAnsi="Times New Roman" w:cs="Times New Roman"/>
          <w:b/>
          <w:sz w:val="24"/>
        </w:rPr>
        <w:t>Contratação de empresa especializada em montagem e desmontagem de estande, locação de mobiliário e equipamentos para participação em feiras</w:t>
      </w:r>
      <w:r w:rsidRPr="005464CA">
        <w:rPr>
          <w:rFonts w:ascii="Times New Roman" w:hAnsi="Times New Roman" w:cs="Times New Roman"/>
          <w:b/>
          <w:sz w:val="24"/>
        </w:rPr>
        <w:t>.</w:t>
      </w:r>
    </w:p>
    <w:p w14:paraId="23E5B586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160D1C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992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417"/>
        <w:gridCol w:w="851"/>
        <w:gridCol w:w="1843"/>
        <w:gridCol w:w="1701"/>
      </w:tblGrid>
      <w:tr w:rsidR="00427CAD" w:rsidRPr="00160D1C" w14:paraId="1A370EA5" w14:textId="20BD9B2E" w:rsidTr="005464CA">
        <w:trPr>
          <w:trHeight w:val="785"/>
        </w:trPr>
        <w:tc>
          <w:tcPr>
            <w:tcW w:w="1134" w:type="dxa"/>
            <w:shd w:val="clear" w:color="auto" w:fill="95B3D7" w:themeFill="accent1" w:themeFillTint="99"/>
            <w:vAlign w:val="center"/>
          </w:tcPr>
          <w:p w14:paraId="1A370E99" w14:textId="25ABE42B" w:rsidR="00427CAD" w:rsidRPr="00160D1C" w:rsidRDefault="00427CAD" w:rsidP="00712888">
            <w:pPr>
              <w:widowControl w:val="0"/>
              <w:suppressAutoHyphens/>
              <w:ind w:right="25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0" w:name="_Hlk45035099"/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ITEM</w:t>
            </w:r>
          </w:p>
          <w:p w14:paraId="1A370E9A" w14:textId="77777777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977" w:type="dxa"/>
            <w:shd w:val="clear" w:color="auto" w:fill="95B3D7" w:themeFill="accent1" w:themeFillTint="99"/>
            <w:vAlign w:val="center"/>
          </w:tcPr>
          <w:p w14:paraId="1A370E9B" w14:textId="77777777" w:rsidR="00427CAD" w:rsidRPr="00160D1C" w:rsidRDefault="00427CAD" w:rsidP="00835E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DESCRIÇÃO/</w:t>
            </w:r>
          </w:p>
          <w:p w14:paraId="1A370E9C" w14:textId="77777777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ESPECIFICAÇÃO</w:t>
            </w:r>
          </w:p>
        </w:tc>
        <w:tc>
          <w:tcPr>
            <w:tcW w:w="1417" w:type="dxa"/>
            <w:shd w:val="clear" w:color="auto" w:fill="95B3D7" w:themeFill="accent1" w:themeFillTint="99"/>
            <w:vAlign w:val="center"/>
          </w:tcPr>
          <w:p w14:paraId="1A370E9D" w14:textId="4F629315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UNIDADE DE MEDIDA</w:t>
            </w:r>
          </w:p>
        </w:tc>
        <w:tc>
          <w:tcPr>
            <w:tcW w:w="851" w:type="dxa"/>
            <w:shd w:val="clear" w:color="auto" w:fill="95B3D7" w:themeFill="accent1" w:themeFillTint="99"/>
            <w:vAlign w:val="center"/>
          </w:tcPr>
          <w:p w14:paraId="1A370E9E" w14:textId="0D2DBE61" w:rsidR="00427CAD" w:rsidRPr="00160D1C" w:rsidRDefault="00427CAD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QTD.</w:t>
            </w:r>
          </w:p>
        </w:tc>
        <w:tc>
          <w:tcPr>
            <w:tcW w:w="1843" w:type="dxa"/>
            <w:shd w:val="clear" w:color="auto" w:fill="95B3D7" w:themeFill="accent1" w:themeFillTint="99"/>
            <w:vAlign w:val="center"/>
          </w:tcPr>
          <w:p w14:paraId="1A370E9F" w14:textId="2ED8B854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UNITÁRIO</w:t>
            </w:r>
          </w:p>
        </w:tc>
        <w:tc>
          <w:tcPr>
            <w:tcW w:w="1701" w:type="dxa"/>
            <w:shd w:val="clear" w:color="auto" w:fill="95B3D7" w:themeFill="accent1" w:themeFillTint="99"/>
            <w:vAlign w:val="center"/>
          </w:tcPr>
          <w:p w14:paraId="24F6F400" w14:textId="6A42E788" w:rsidR="00427CAD" w:rsidRPr="00160D1C" w:rsidRDefault="00427CAD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bCs/>
                <w:sz w:val="24"/>
              </w:rPr>
              <w:t>VALOR TOTAL</w:t>
            </w:r>
          </w:p>
        </w:tc>
      </w:tr>
      <w:tr w:rsidR="00160D1C" w:rsidRPr="00160D1C" w14:paraId="1A370EAE" w14:textId="30FB77FF" w:rsidTr="005464CA">
        <w:trPr>
          <w:trHeight w:val="813"/>
        </w:trPr>
        <w:tc>
          <w:tcPr>
            <w:tcW w:w="1134" w:type="dxa"/>
            <w:vAlign w:val="center"/>
          </w:tcPr>
          <w:p w14:paraId="1A370EA6" w14:textId="2D54CFD1" w:rsidR="00DD5B95" w:rsidRDefault="00160D1C" w:rsidP="005464CA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b/>
                <w:color w:val="000000"/>
                <w:sz w:val="24"/>
              </w:rPr>
              <w:t>01</w:t>
            </w:r>
          </w:p>
          <w:p w14:paraId="29B552C7" w14:textId="2C356B92" w:rsidR="00DD5B95" w:rsidRDefault="00DD5B95" w:rsidP="00DD5B95">
            <w:pPr>
              <w:rPr>
                <w:rFonts w:ascii="Times New Roman" w:hAnsi="Times New Roman" w:cs="Times New Roman"/>
                <w:sz w:val="24"/>
              </w:rPr>
            </w:pPr>
          </w:p>
          <w:p w14:paraId="186C7A43" w14:textId="149B14FD" w:rsidR="00DD5B95" w:rsidRDefault="00DD5B95" w:rsidP="00DD5B95">
            <w:pPr>
              <w:rPr>
                <w:rFonts w:ascii="Times New Roman" w:hAnsi="Times New Roman" w:cs="Times New Roman"/>
                <w:sz w:val="24"/>
              </w:rPr>
            </w:pPr>
          </w:p>
          <w:p w14:paraId="1C80EDAD" w14:textId="77777777" w:rsidR="00160D1C" w:rsidRPr="00DD5B95" w:rsidRDefault="00160D1C" w:rsidP="00DD5B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  <w:vAlign w:val="bottom"/>
          </w:tcPr>
          <w:p w14:paraId="2716F464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Montagem e desmontagem de estande, com espaço de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3C746A">
              <w:rPr>
                <w:rFonts w:ascii="Times New Roman" w:hAnsi="Times New Roman" w:cs="Times New Roman"/>
                <w:b/>
                <w:szCs w:val="20"/>
              </w:rPr>
              <w:t>24m²:</w:t>
            </w:r>
          </w:p>
          <w:p w14:paraId="36AA74C6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  <w:p w14:paraId="444E9E9B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Paredes: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Estruturada em perfil de alumínio com fechamento de painéis de TS revestida com lona impressa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trainel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;</w:t>
            </w:r>
          </w:p>
          <w:p w14:paraId="17276F83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Estrutura: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Octanorm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em alumínio anodizado brilhante;</w:t>
            </w:r>
          </w:p>
          <w:p w14:paraId="5EEDA7D7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Carpete: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Grafite;</w:t>
            </w:r>
          </w:p>
          <w:p w14:paraId="5E4CC63C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Pontos de energia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(tomadas universais);</w:t>
            </w:r>
          </w:p>
          <w:p w14:paraId="425DD18D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Iluminação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: PL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led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de embutir (11), HQI de braço (10)</w:t>
            </w:r>
          </w:p>
          <w:p w14:paraId="243CDB53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Identidade visual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: Adesivo imagem balcão (1m x 1m), Adesivo imagem parede esquerda (3m x 2,60m), Adesivo imagem parede direita (3m x 2,60m), Adesivo imagem parede fundo (8m x 2,60m), Adesivo imagem testeira (8m x 1m);</w:t>
            </w:r>
          </w:p>
          <w:p w14:paraId="4DB6D578" w14:textId="77777777" w:rsidR="005464CA" w:rsidRPr="003C746A" w:rsidRDefault="005464CA" w:rsidP="005464CA">
            <w:pPr>
              <w:ind w:left="-109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Equipamentos e mobiliário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: TV 55” no cabo de aço ou suporte, Prateleira (depósito), Mesa redonda, Cadeira, </w:t>
            </w:r>
            <w:r w:rsidRPr="003C746A">
              <w:rPr>
                <w:rFonts w:ascii="Times New Roman" w:hAnsi="Times New Roman" w:cs="Times New Roman"/>
                <w:szCs w:val="20"/>
              </w:rPr>
              <w:t>Balcão com armário (1m x 1m x 0,50m), Depósito (1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m x 1m), </w:t>
            </w:r>
            <w:r w:rsidRPr="003C746A">
              <w:rPr>
                <w:rFonts w:ascii="Times New Roman" w:hAnsi="Times New Roman" w:cs="Times New Roman"/>
                <w:szCs w:val="20"/>
              </w:rPr>
              <w:lastRenderedPageBreak/>
              <w:t>Banqueta Milano, Extintor, Frigobar (117 litros), Lixeira (40 litros).</w:t>
            </w:r>
          </w:p>
          <w:p w14:paraId="1A370EA7" w14:textId="14BE5B72" w:rsidR="00160D1C" w:rsidRPr="005464CA" w:rsidRDefault="00160D1C" w:rsidP="005464CA">
            <w:pPr>
              <w:ind w:left="-10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A370EA8" w14:textId="0E3790E4" w:rsidR="00160D1C" w:rsidRPr="00160D1C" w:rsidRDefault="00160D1C" w:rsidP="005464CA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Serviço</w:t>
            </w:r>
          </w:p>
        </w:tc>
        <w:tc>
          <w:tcPr>
            <w:tcW w:w="851" w:type="dxa"/>
            <w:vAlign w:val="center"/>
          </w:tcPr>
          <w:p w14:paraId="1A370EA9" w14:textId="56C3CDEA" w:rsidR="00160D1C" w:rsidRPr="00160D1C" w:rsidRDefault="005C1E18" w:rsidP="005464CA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843" w:type="dxa"/>
            <w:vAlign w:val="center"/>
          </w:tcPr>
          <w:p w14:paraId="1A370EAA" w14:textId="524CB5AC" w:rsidR="00160D1C" w:rsidRPr="00160D1C" w:rsidRDefault="00160D1C" w:rsidP="005464CA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701" w:type="dxa"/>
            <w:vAlign w:val="center"/>
          </w:tcPr>
          <w:p w14:paraId="3A373CDE" w14:textId="304C0D32" w:rsidR="00160D1C" w:rsidRPr="00160D1C" w:rsidRDefault="00160D1C" w:rsidP="005464CA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tr w:rsidR="005464CA" w:rsidRPr="00160D1C" w14:paraId="244E7918" w14:textId="77777777" w:rsidTr="008C4509">
        <w:trPr>
          <w:trHeight w:val="671"/>
        </w:trPr>
        <w:tc>
          <w:tcPr>
            <w:tcW w:w="1134" w:type="dxa"/>
            <w:vAlign w:val="center"/>
          </w:tcPr>
          <w:p w14:paraId="3ED9CCB5" w14:textId="13AA07CC" w:rsidR="005464CA" w:rsidRPr="00160D1C" w:rsidRDefault="005464CA" w:rsidP="005464C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02</w:t>
            </w:r>
          </w:p>
        </w:tc>
        <w:tc>
          <w:tcPr>
            <w:tcW w:w="2977" w:type="dxa"/>
            <w:vAlign w:val="bottom"/>
          </w:tcPr>
          <w:p w14:paraId="429D676D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Montagem e desmontagem de estande, com espaço de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3C746A">
              <w:rPr>
                <w:rFonts w:ascii="Times New Roman" w:hAnsi="Times New Roman" w:cs="Times New Roman"/>
                <w:b/>
                <w:szCs w:val="20"/>
              </w:rPr>
              <w:t>25m²:</w:t>
            </w:r>
          </w:p>
          <w:p w14:paraId="2B958B14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  <w:p w14:paraId="230546E0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Paredes: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Estruturada em perfil de alumínio com fechamento de painéis de TS revestida com lona impressa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trainel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;</w:t>
            </w:r>
          </w:p>
          <w:p w14:paraId="1C7CB33A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Estrutura: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Octanorm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em alumínio anodizado brilhante;</w:t>
            </w:r>
          </w:p>
          <w:p w14:paraId="76F48638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Carpete: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Grafite;</w:t>
            </w:r>
          </w:p>
          <w:p w14:paraId="1DCDFD7E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Pontos de energia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(tomadas universais);</w:t>
            </w:r>
          </w:p>
          <w:p w14:paraId="02829B07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Iluminação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: PL </w:t>
            </w:r>
            <w:proofErr w:type="spellStart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led</w:t>
            </w:r>
            <w:proofErr w:type="spellEnd"/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 xml:space="preserve"> de embutir (11), HQI de braço (10)</w:t>
            </w:r>
          </w:p>
          <w:p w14:paraId="6781FD42" w14:textId="77777777" w:rsidR="005464CA" w:rsidRPr="003C746A" w:rsidRDefault="005464CA" w:rsidP="005464C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color w:val="000000"/>
                <w:szCs w:val="20"/>
              </w:rPr>
              <w:t>Identidade visual</w:t>
            </w:r>
            <w:r w:rsidRPr="003C746A">
              <w:rPr>
                <w:rFonts w:ascii="Times New Roman" w:hAnsi="Times New Roman" w:cs="Times New Roman"/>
                <w:color w:val="000000"/>
                <w:szCs w:val="20"/>
              </w:rPr>
              <w:t>: Adesivo imagem balcão (1m x 1m), Adesivo imagem parede esquerda (5m x 2,70m), Adesivo imagem paredes direita (5m x 2,70m), Adesivo imagem testeira (2m x 0,70m);</w:t>
            </w:r>
          </w:p>
          <w:p w14:paraId="448F0615" w14:textId="00DDC325" w:rsidR="005464CA" w:rsidRPr="003C746A" w:rsidRDefault="005464CA" w:rsidP="005464CA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746A">
              <w:rPr>
                <w:rFonts w:ascii="Times New Roman" w:hAnsi="Times New Roman" w:cs="Times New Roman"/>
                <w:b/>
                <w:sz w:val="20"/>
                <w:szCs w:val="20"/>
              </w:rPr>
              <w:t>Equipamentos e mobiliário</w:t>
            </w:r>
            <w:r w:rsidRPr="003C746A">
              <w:rPr>
                <w:rFonts w:ascii="Times New Roman" w:hAnsi="Times New Roman" w:cs="Times New Roman"/>
                <w:sz w:val="20"/>
                <w:szCs w:val="20"/>
              </w:rPr>
              <w:t>: TV 55” no cabo de aço ou suporte, Prateleira (depósito), Mesa redonda, Cadeira, Balcão com armário (1m x 1m x 0,50m), Depósito (1m x 1m), Banqueta Milano, Extintor, Frigobar (117 litros), Lixeira (40 litros).</w:t>
            </w:r>
          </w:p>
        </w:tc>
        <w:tc>
          <w:tcPr>
            <w:tcW w:w="1417" w:type="dxa"/>
            <w:vAlign w:val="center"/>
          </w:tcPr>
          <w:p w14:paraId="3DE934A9" w14:textId="5C37E0C4" w:rsidR="005464CA" w:rsidRPr="00160D1C" w:rsidRDefault="005464CA" w:rsidP="005464C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>Serviço</w:t>
            </w:r>
          </w:p>
        </w:tc>
        <w:tc>
          <w:tcPr>
            <w:tcW w:w="851" w:type="dxa"/>
            <w:vAlign w:val="center"/>
          </w:tcPr>
          <w:p w14:paraId="369619DA" w14:textId="66B69EA9" w:rsidR="005464CA" w:rsidRDefault="005464CA" w:rsidP="005464C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843" w:type="dxa"/>
            <w:vAlign w:val="center"/>
          </w:tcPr>
          <w:p w14:paraId="376A8D99" w14:textId="06F1A2F9" w:rsidR="005464CA" w:rsidRPr="00160D1C" w:rsidRDefault="005464CA" w:rsidP="005464C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701" w:type="dxa"/>
            <w:vAlign w:val="center"/>
          </w:tcPr>
          <w:p w14:paraId="0DC6F26A" w14:textId="7F05DB4F" w:rsidR="005464CA" w:rsidRPr="00160D1C" w:rsidRDefault="005464CA" w:rsidP="005464CA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0"/>
    </w:tbl>
    <w:p w14:paraId="497488AB" w14:textId="77777777" w:rsidR="00A00EC7" w:rsidRPr="00160D1C" w:rsidRDefault="00A00EC7" w:rsidP="00A00EC7">
      <w:pPr>
        <w:pStyle w:val="Default"/>
        <w:rPr>
          <w:rFonts w:ascii="Times New Roman" w:hAnsi="Times New Roman" w:cs="Times New Roman"/>
        </w:rPr>
      </w:pPr>
    </w:p>
    <w:p w14:paraId="33506BAE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160D1C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160D1C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3B1F9BF1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</w:p>
    <w:p w14:paraId="46AE415F" w14:textId="0179A41D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2. Mês de referência dos preços: </w:t>
      </w:r>
      <w:r w:rsidR="00160D1C">
        <w:rPr>
          <w:rFonts w:ascii="Times New Roman" w:hAnsi="Times New Roman" w:cs="Times New Roman"/>
          <w:b/>
          <w:bCs/>
          <w:sz w:val="24"/>
          <w:highlight w:val="yellow"/>
        </w:rPr>
        <w:t>janeiro/2025</w:t>
      </w:r>
    </w:p>
    <w:p w14:paraId="260EA4AB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3605BDF8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160D1C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3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160D1C">
        <w:rPr>
          <w:rFonts w:ascii="Times New Roman" w:hAnsi="Times New Roman" w:cs="Times New Roman"/>
          <w:b/>
          <w:sz w:val="24"/>
        </w:rPr>
        <w:t>90 (noventa) dias</w:t>
      </w:r>
      <w:r w:rsidR="00712888" w:rsidRPr="00160D1C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160D1C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160D1C">
        <w:rPr>
          <w:rFonts w:ascii="Times New Roman" w:hAnsi="Times New Roman" w:cs="Times New Roman"/>
          <w:b/>
          <w:sz w:val="24"/>
        </w:rPr>
        <w:t>AUTORIZO</w:t>
      </w:r>
      <w:r w:rsidR="00712888" w:rsidRPr="00160D1C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160D1C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160D1C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160D1C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160D1C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160D1C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 w:rsidRPr="00160D1C">
              <w:rPr>
                <w:rFonts w:ascii="Times New Roman" w:hAnsi="Times New Roman" w:cs="Times New Roman"/>
                <w:sz w:val="24"/>
              </w:rPr>
              <w:t>A</w:t>
            </w:r>
            <w:r w:rsidRPr="00160D1C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160D1C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>(</w:t>
            </w:r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160D1C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lastRenderedPageBreak/>
        <w:t>5</w:t>
      </w:r>
      <w:r w:rsidR="00712888" w:rsidRPr="00160D1C">
        <w:rPr>
          <w:rFonts w:ascii="Times New Roman" w:hAnsi="Times New Roman" w:cs="Times New Roman"/>
          <w:b/>
          <w:sz w:val="24"/>
        </w:rPr>
        <w:t>.</w:t>
      </w:r>
      <w:r w:rsidR="00712888" w:rsidRPr="00160D1C">
        <w:rPr>
          <w:rFonts w:ascii="Times New Roman" w:hAnsi="Times New Roman" w:cs="Times New Roman"/>
          <w:sz w:val="24"/>
        </w:rPr>
        <w:t xml:space="preserve"> </w:t>
      </w:r>
      <w:r w:rsidR="00712888" w:rsidRPr="00160D1C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 w:rsidRPr="00160D1C">
        <w:rPr>
          <w:b/>
          <w:sz w:val="24"/>
        </w:rPr>
        <w:t>5</w:t>
      </w:r>
      <w:r w:rsidR="00712888" w:rsidRPr="00160D1C">
        <w:rPr>
          <w:b/>
          <w:sz w:val="24"/>
        </w:rPr>
        <w:t xml:space="preserve">.1. </w:t>
      </w:r>
      <w:r w:rsidR="00712888" w:rsidRPr="00160D1C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160D1C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160D1C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 w:rsidRPr="00160D1C">
        <w:rPr>
          <w:rFonts w:ascii="Times New Roman" w:hAnsi="Times New Roman" w:cs="Times New Roman"/>
          <w:sz w:val="24"/>
        </w:rPr>
        <w:t xml:space="preserve">em </w:t>
      </w:r>
      <w:r w:rsidR="00712888" w:rsidRPr="00160D1C">
        <w:rPr>
          <w:rFonts w:ascii="Times New Roman" w:hAnsi="Times New Roman" w:cs="Times New Roman"/>
          <w:sz w:val="24"/>
        </w:rPr>
        <w:t>até</w:t>
      </w:r>
      <w:r w:rsidR="002C7AA0" w:rsidRPr="00160D1C">
        <w:rPr>
          <w:rFonts w:ascii="Times New Roman" w:hAnsi="Times New Roman" w:cs="Times New Roman"/>
          <w:sz w:val="24"/>
        </w:rPr>
        <w:t xml:space="preserve"> </w:t>
      </w:r>
      <w:r w:rsidR="002C7AA0" w:rsidRPr="00160D1C">
        <w:rPr>
          <w:rFonts w:ascii="Times New Roman" w:hAnsi="Times New Roman" w:cs="Times New Roman"/>
          <w:b/>
          <w:sz w:val="24"/>
        </w:rPr>
        <w:t>10 (dez) dias úteis</w:t>
      </w:r>
      <w:r w:rsidR="00712888" w:rsidRPr="00160D1C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160D1C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160D1C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160D1C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160D1C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>5</w:t>
      </w:r>
      <w:r w:rsidR="00712888" w:rsidRPr="00160D1C">
        <w:rPr>
          <w:rFonts w:ascii="Times New Roman" w:hAnsi="Times New Roman" w:cs="Times New Roman"/>
          <w:b/>
          <w:bCs/>
          <w:sz w:val="24"/>
        </w:rPr>
        <w:t>.3.</w:t>
      </w:r>
      <w:r w:rsidR="00712888" w:rsidRPr="00160D1C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6</w:t>
      </w:r>
      <w:r w:rsidR="00712888" w:rsidRPr="00160D1C">
        <w:rPr>
          <w:b/>
          <w:sz w:val="24"/>
        </w:rPr>
        <w:t>. DADOS BANCÁRIOS:</w:t>
      </w:r>
    </w:p>
    <w:p w14:paraId="5D3A7E7C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Banco: __________________ Código do Banco:</w:t>
      </w:r>
    </w:p>
    <w:p w14:paraId="0536CAC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Agência:</w:t>
      </w:r>
    </w:p>
    <w:p w14:paraId="220CE31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Conta Corrente de Pessoa Jurídica:</w:t>
      </w:r>
    </w:p>
    <w:p w14:paraId="6370E429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7</w:t>
      </w:r>
      <w:r w:rsidR="00712888" w:rsidRPr="00160D1C">
        <w:rPr>
          <w:b/>
          <w:sz w:val="24"/>
        </w:rPr>
        <w:t>.</w:t>
      </w:r>
      <w:r w:rsidR="00712888" w:rsidRPr="00160D1C">
        <w:rPr>
          <w:sz w:val="24"/>
        </w:rPr>
        <w:t xml:space="preserve"> </w:t>
      </w:r>
      <w:r w:rsidR="00712888" w:rsidRPr="00160D1C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NOME:____________________________________</w:t>
      </w:r>
    </w:p>
    <w:p w14:paraId="453FF4D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CPF: ____________________________________</w:t>
      </w:r>
    </w:p>
    <w:p w14:paraId="72FEAC3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4B151F55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160D1C">
        <w:rPr>
          <w:b/>
          <w:sz w:val="24"/>
        </w:rPr>
        <w:t>(Local), _____, de ______________de 202</w:t>
      </w:r>
      <w:r w:rsidR="00160D1C">
        <w:rPr>
          <w:b/>
          <w:sz w:val="24"/>
        </w:rPr>
        <w:t>5</w:t>
      </w:r>
    </w:p>
    <w:p w14:paraId="04CAD81F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F787D63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77777777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___________________________________</w:t>
      </w:r>
    </w:p>
    <w:p w14:paraId="2C15C641" w14:textId="1BFE2E51" w:rsidR="00812E59" w:rsidRDefault="00712888" w:rsidP="00432524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(assinatura, devidamente identificada)</w:t>
      </w:r>
      <w:bookmarkStart w:id="1" w:name="_GoBack"/>
      <w:bookmarkEnd w:id="1"/>
    </w:p>
    <w:p w14:paraId="3784DEFE" w14:textId="7F6B9607" w:rsidR="00812E59" w:rsidRDefault="00812E59" w:rsidP="005464CA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24F892B1" w14:textId="77777777" w:rsidR="00812E59" w:rsidRPr="00160D1C" w:rsidRDefault="00812E59" w:rsidP="005464CA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</w:p>
    <w:p w14:paraId="3A0D4E80" w14:textId="332B0DC9" w:rsidR="00A00EC7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160D1C">
        <w:rPr>
          <w:rFonts w:ascii="Times New Roman" w:hAnsi="Times New Roman" w:cs="Times New Roman"/>
          <w:b/>
          <w:bCs/>
          <w:color w:val="FF0000"/>
          <w:sz w:val="24"/>
        </w:rPr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160D1C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06A30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1C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07BE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C746A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2524"/>
    <w:rsid w:val="00435447"/>
    <w:rsid w:val="00441EA1"/>
    <w:rsid w:val="0044579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464CA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1E18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2E59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4509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E7836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D5B95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52c93ea8-e2de-466c-b401-d7fabeb9490e"/>
  </ds:schemaRefs>
</ds:datastoreItem>
</file>

<file path=customXml/itemProps4.xml><?xml version="1.0" encoding="utf-8"?>
<ds:datastoreItem xmlns:ds="http://schemas.openxmlformats.org/officeDocument/2006/customXml" ds:itemID="{46B7ED72-E053-40DD-8C0C-34A443E1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62</TotalTime>
  <Pages>3</Pages>
  <Words>644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Graziella Paula Atum Dorta</cp:lastModifiedBy>
  <cp:revision>61</cp:revision>
  <cp:lastPrinted>2024-12-06T19:10:00Z</cp:lastPrinted>
  <dcterms:created xsi:type="dcterms:W3CDTF">2024-02-08T12:55:00Z</dcterms:created>
  <dcterms:modified xsi:type="dcterms:W3CDTF">2025-02-20T18:04:00Z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